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287" w:rsidRPr="0041746B" w:rsidRDefault="00643287">
      <w:pPr>
        <w:rPr>
          <w:rFonts w:ascii="Arial" w:hAnsi="Arial" w:cs="Arial"/>
          <w:sz w:val="22"/>
          <w:szCs w:val="22"/>
        </w:rPr>
        <w:sectPr w:rsidR="00643287" w:rsidRPr="0041746B" w:rsidSect="007527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851" w:bottom="567" w:left="851" w:header="709" w:footer="300" w:gutter="0"/>
          <w:cols w:num="2" w:space="720"/>
        </w:sectPr>
      </w:pPr>
    </w:p>
    <w:p w:rsidR="00C55DE1" w:rsidRPr="0041746B" w:rsidRDefault="00C55DE1" w:rsidP="00C55DE1">
      <w:pPr>
        <w:jc w:val="center"/>
        <w:rPr>
          <w:rFonts w:ascii="Arial" w:hAnsi="Arial" w:cs="Arial"/>
          <w:b/>
          <w:sz w:val="28"/>
          <w:szCs w:val="28"/>
        </w:rPr>
      </w:pPr>
      <w:r w:rsidRPr="0041746B">
        <w:rPr>
          <w:rFonts w:ascii="Arial" w:hAnsi="Arial" w:cs="Arial"/>
          <w:b/>
          <w:sz w:val="28"/>
          <w:szCs w:val="28"/>
        </w:rPr>
        <w:t>RICHIESTA DI ACCESSO AI DOCUMENTI AMMINISTRATIVI</w:t>
      </w:r>
    </w:p>
    <w:p w:rsidR="00C55DE1" w:rsidRPr="0041746B" w:rsidRDefault="00C55DE1" w:rsidP="00C55DE1">
      <w:pPr>
        <w:pStyle w:val="Intestazione"/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5A33B5" w:rsidRDefault="005A33B5" w:rsidP="006F2CB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CB2" w:rsidRPr="0041746B" w:rsidRDefault="00C55DE1" w:rsidP="006F2CB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t>Il/La sottoscritto/a</w:t>
      </w:r>
      <w:r w:rsidR="00363805" w:rsidRPr="0041746B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363805"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="00363805" w:rsidRPr="0041746B">
        <w:rPr>
          <w:rFonts w:ascii="Arial" w:hAnsi="Arial" w:cs="Arial"/>
          <w:sz w:val="22"/>
          <w:szCs w:val="22"/>
        </w:rPr>
      </w:r>
      <w:r w:rsidR="00363805" w:rsidRPr="0041746B">
        <w:rPr>
          <w:rFonts w:ascii="Arial" w:hAnsi="Arial" w:cs="Arial"/>
          <w:sz w:val="22"/>
          <w:szCs w:val="22"/>
        </w:rPr>
        <w:fldChar w:fldCharType="separate"/>
      </w:r>
      <w:bookmarkStart w:id="1" w:name="_GoBack"/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bookmarkEnd w:id="1"/>
      <w:r w:rsidR="00363805" w:rsidRPr="0041746B">
        <w:rPr>
          <w:rFonts w:ascii="Arial" w:hAnsi="Arial" w:cs="Arial"/>
          <w:sz w:val="22"/>
          <w:szCs w:val="22"/>
        </w:rPr>
        <w:fldChar w:fldCharType="end"/>
      </w:r>
      <w:bookmarkEnd w:id="0"/>
      <w:r w:rsidRPr="0041746B">
        <w:rPr>
          <w:rFonts w:ascii="Arial" w:hAnsi="Arial" w:cs="Arial"/>
          <w:sz w:val="22"/>
          <w:szCs w:val="22"/>
        </w:rPr>
        <w:t xml:space="preserve">, nato/a a </w:t>
      </w:r>
      <w:r w:rsidR="00363805" w:rsidRPr="0041746B">
        <w:rPr>
          <w:rFonts w:ascii="Arial" w:hAnsi="Arial" w:cs="Arial"/>
          <w:sz w:val="22"/>
          <w:szCs w:val="22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2" w:name="Testo2"/>
      <w:r w:rsidR="00363805"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="00363805" w:rsidRPr="0041746B">
        <w:rPr>
          <w:rFonts w:ascii="Arial" w:hAnsi="Arial" w:cs="Arial"/>
          <w:sz w:val="22"/>
          <w:szCs w:val="22"/>
        </w:rPr>
      </w:r>
      <w:r w:rsidR="00363805" w:rsidRPr="0041746B">
        <w:rPr>
          <w:rFonts w:ascii="Arial" w:hAnsi="Arial" w:cs="Arial"/>
          <w:sz w:val="22"/>
          <w:szCs w:val="22"/>
        </w:rPr>
        <w:fldChar w:fldCharType="separate"/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sz w:val="22"/>
          <w:szCs w:val="22"/>
        </w:rPr>
        <w:fldChar w:fldCharType="end"/>
      </w:r>
      <w:bookmarkEnd w:id="2"/>
      <w:r w:rsidRPr="0041746B">
        <w:rPr>
          <w:rFonts w:ascii="Arial" w:hAnsi="Arial" w:cs="Arial"/>
          <w:sz w:val="22"/>
          <w:szCs w:val="22"/>
        </w:rPr>
        <w:t xml:space="preserve"> il </w:t>
      </w:r>
      <w:r w:rsidR="00363805" w:rsidRPr="0041746B">
        <w:rPr>
          <w:rFonts w:ascii="Arial" w:hAnsi="Arial" w:cs="Arial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 w:rsidR="00363805"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="00363805" w:rsidRPr="0041746B">
        <w:rPr>
          <w:rFonts w:ascii="Arial" w:hAnsi="Arial" w:cs="Arial"/>
          <w:sz w:val="22"/>
          <w:szCs w:val="22"/>
        </w:rPr>
      </w:r>
      <w:r w:rsidR="00363805" w:rsidRPr="0041746B">
        <w:rPr>
          <w:rFonts w:ascii="Arial" w:hAnsi="Arial" w:cs="Arial"/>
          <w:sz w:val="22"/>
          <w:szCs w:val="22"/>
        </w:rPr>
        <w:fldChar w:fldCharType="separate"/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sz w:val="22"/>
          <w:szCs w:val="22"/>
        </w:rPr>
        <w:fldChar w:fldCharType="end"/>
      </w:r>
      <w:bookmarkEnd w:id="3"/>
      <w:r w:rsidRPr="0041746B">
        <w:rPr>
          <w:rFonts w:ascii="Arial" w:hAnsi="Arial" w:cs="Arial"/>
          <w:sz w:val="22"/>
          <w:szCs w:val="22"/>
        </w:rPr>
        <w:t xml:space="preserve"> residente a </w:t>
      </w:r>
      <w:r w:rsidR="00363805" w:rsidRPr="0041746B">
        <w:rPr>
          <w:rFonts w:ascii="Arial" w:hAnsi="Arial" w:cs="Arial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4" w:name="Testo4"/>
      <w:r w:rsidR="00363805"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="00363805" w:rsidRPr="0041746B">
        <w:rPr>
          <w:rFonts w:ascii="Arial" w:hAnsi="Arial" w:cs="Arial"/>
          <w:sz w:val="22"/>
          <w:szCs w:val="22"/>
        </w:rPr>
      </w:r>
      <w:r w:rsidR="00363805" w:rsidRPr="0041746B">
        <w:rPr>
          <w:rFonts w:ascii="Arial" w:hAnsi="Arial" w:cs="Arial"/>
          <w:sz w:val="22"/>
          <w:szCs w:val="22"/>
        </w:rPr>
        <w:fldChar w:fldCharType="separate"/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sz w:val="22"/>
          <w:szCs w:val="22"/>
        </w:rPr>
        <w:fldChar w:fldCharType="end"/>
      </w:r>
      <w:bookmarkEnd w:id="4"/>
      <w:r w:rsidRPr="0041746B">
        <w:rPr>
          <w:rFonts w:ascii="Arial" w:hAnsi="Arial" w:cs="Arial"/>
          <w:sz w:val="22"/>
          <w:szCs w:val="22"/>
        </w:rPr>
        <w:t xml:space="preserve"> in via </w:t>
      </w:r>
      <w:r w:rsidR="00363805" w:rsidRPr="0041746B">
        <w:rPr>
          <w:rFonts w:ascii="Arial" w:hAnsi="Arial" w:cs="Arial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5" w:name="Testo5"/>
      <w:r w:rsidR="00363805"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="00363805" w:rsidRPr="0041746B">
        <w:rPr>
          <w:rFonts w:ascii="Arial" w:hAnsi="Arial" w:cs="Arial"/>
          <w:sz w:val="22"/>
          <w:szCs w:val="22"/>
        </w:rPr>
      </w:r>
      <w:r w:rsidR="00363805" w:rsidRPr="0041746B">
        <w:rPr>
          <w:rFonts w:ascii="Arial" w:hAnsi="Arial" w:cs="Arial"/>
          <w:sz w:val="22"/>
          <w:szCs w:val="22"/>
        </w:rPr>
        <w:fldChar w:fldCharType="separate"/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noProof/>
          <w:sz w:val="22"/>
          <w:szCs w:val="22"/>
        </w:rPr>
        <w:t> </w:t>
      </w:r>
      <w:r w:rsidR="00363805" w:rsidRPr="0041746B">
        <w:rPr>
          <w:rFonts w:ascii="Arial" w:hAnsi="Arial" w:cs="Arial"/>
          <w:sz w:val="22"/>
          <w:szCs w:val="22"/>
        </w:rPr>
        <w:fldChar w:fldCharType="end"/>
      </w:r>
      <w:bookmarkEnd w:id="5"/>
      <w:r w:rsidRPr="0041746B">
        <w:rPr>
          <w:rFonts w:ascii="Arial" w:hAnsi="Arial" w:cs="Arial"/>
          <w:sz w:val="22"/>
          <w:szCs w:val="22"/>
        </w:rPr>
        <w:t xml:space="preserve"> nella sua qualità di </w:t>
      </w:r>
      <w:r w:rsidRPr="0041746B">
        <w:rPr>
          <w:rFonts w:ascii="Arial" w:hAnsi="Arial" w:cs="Arial"/>
          <w:b/>
          <w:sz w:val="22"/>
          <w:szCs w:val="22"/>
        </w:rPr>
        <w:t>(</w:t>
      </w:r>
      <w:r w:rsidRPr="0041746B">
        <w:rPr>
          <w:rFonts w:ascii="Arial" w:hAnsi="Arial" w:cs="Arial"/>
          <w:b/>
          <w:sz w:val="20"/>
          <w:szCs w:val="22"/>
        </w:rPr>
        <w:t>specificare i poteri rappresentativi</w:t>
      </w:r>
      <w:r w:rsidR="00C56AD8" w:rsidRPr="0041746B">
        <w:rPr>
          <w:rFonts w:ascii="Arial" w:hAnsi="Arial" w:cs="Arial"/>
          <w:b/>
          <w:sz w:val="20"/>
          <w:szCs w:val="22"/>
        </w:rPr>
        <w:t xml:space="preserve"> di avente titolo </w:t>
      </w:r>
      <w:r w:rsidR="00C56AD8" w:rsidRPr="0041746B">
        <w:rPr>
          <w:rFonts w:ascii="Arial" w:hAnsi="Arial" w:cs="Arial"/>
          <w:b/>
          <w:sz w:val="20"/>
          <w:szCs w:val="22"/>
          <w:highlight w:val="yellow"/>
        </w:rPr>
        <w:t xml:space="preserve">/ il tecnico non ha titolo se non </w:t>
      </w:r>
      <w:r w:rsidR="00EA1187" w:rsidRPr="0041746B">
        <w:rPr>
          <w:rFonts w:ascii="Arial" w:hAnsi="Arial" w:cs="Arial"/>
          <w:b/>
          <w:sz w:val="20"/>
          <w:szCs w:val="22"/>
          <w:highlight w:val="yellow"/>
        </w:rPr>
        <w:t>proprietario</w:t>
      </w:r>
      <w:r w:rsidRPr="0041746B">
        <w:rPr>
          <w:rFonts w:ascii="Arial" w:hAnsi="Arial" w:cs="Arial"/>
          <w:b/>
          <w:sz w:val="20"/>
          <w:szCs w:val="22"/>
          <w:highlight w:val="yellow"/>
        </w:rPr>
        <w:t>)</w:t>
      </w:r>
      <w:r w:rsidR="006F2CB2" w:rsidRPr="0041746B">
        <w:rPr>
          <w:rFonts w:ascii="Arial" w:hAnsi="Arial" w:cs="Arial"/>
          <w:b/>
          <w:sz w:val="22"/>
          <w:szCs w:val="22"/>
          <w:highlight w:val="yellow"/>
        </w:rPr>
        <w:t>:</w:t>
      </w:r>
    </w:p>
    <w:p w:rsidR="001B5AF2" w:rsidRPr="0041746B" w:rsidRDefault="00363805" w:rsidP="006F2C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6" w:name="Testo6"/>
      <w:r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Pr="0041746B">
        <w:rPr>
          <w:rFonts w:ascii="Arial" w:hAnsi="Arial" w:cs="Arial"/>
          <w:sz w:val="22"/>
          <w:szCs w:val="22"/>
        </w:rPr>
      </w:r>
      <w:r w:rsidRPr="0041746B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6"/>
    </w:p>
    <w:p w:rsidR="00C55DE1" w:rsidRPr="0041746B" w:rsidRDefault="00C55DE1" w:rsidP="006F2C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b/>
          <w:sz w:val="22"/>
          <w:szCs w:val="22"/>
        </w:rPr>
        <w:t>c h i e d e</w:t>
      </w:r>
    </w:p>
    <w:p w:rsidR="00C55DE1" w:rsidRPr="0041746B" w:rsidRDefault="00363805" w:rsidP="006F2C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1"/>
      <w:r w:rsidRPr="0041746B">
        <w:rPr>
          <w:rFonts w:ascii="Arial" w:hAnsi="Arial" w:cs="Arial"/>
          <w:sz w:val="22"/>
          <w:szCs w:val="22"/>
        </w:rPr>
        <w:instrText xml:space="preserve"> FORMCHECKBOX </w:instrText>
      </w:r>
      <w:r w:rsidR="005C54E0">
        <w:rPr>
          <w:rFonts w:ascii="Arial" w:hAnsi="Arial" w:cs="Arial"/>
          <w:sz w:val="22"/>
          <w:szCs w:val="22"/>
        </w:rPr>
      </w:r>
      <w:r w:rsidR="005C54E0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7"/>
      <w:r w:rsidR="006F2CB2" w:rsidRPr="0041746B">
        <w:rPr>
          <w:rFonts w:ascii="Arial" w:hAnsi="Arial" w:cs="Arial"/>
          <w:sz w:val="22"/>
          <w:szCs w:val="22"/>
        </w:rPr>
        <w:tab/>
      </w:r>
      <w:r w:rsidR="00C55DE1" w:rsidRPr="0041746B">
        <w:rPr>
          <w:rFonts w:ascii="Arial" w:hAnsi="Arial" w:cs="Arial"/>
          <w:sz w:val="22"/>
          <w:szCs w:val="22"/>
        </w:rPr>
        <w:t>di prendere in visione</w:t>
      </w:r>
    </w:p>
    <w:p w:rsidR="00C55DE1" w:rsidRPr="0041746B" w:rsidRDefault="00363805" w:rsidP="006F2C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2"/>
      <w:r w:rsidRPr="0041746B">
        <w:rPr>
          <w:rFonts w:ascii="Arial" w:hAnsi="Arial" w:cs="Arial"/>
          <w:sz w:val="22"/>
          <w:szCs w:val="22"/>
        </w:rPr>
        <w:instrText xml:space="preserve"> FORMCHECKBOX </w:instrText>
      </w:r>
      <w:r w:rsidR="005C54E0">
        <w:rPr>
          <w:rFonts w:ascii="Arial" w:hAnsi="Arial" w:cs="Arial"/>
          <w:sz w:val="22"/>
          <w:szCs w:val="22"/>
        </w:rPr>
      </w:r>
      <w:r w:rsidR="005C54E0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8"/>
      <w:r w:rsidR="006F2CB2" w:rsidRPr="0041746B">
        <w:rPr>
          <w:rFonts w:ascii="Arial" w:hAnsi="Arial" w:cs="Arial"/>
          <w:sz w:val="22"/>
          <w:szCs w:val="22"/>
        </w:rPr>
        <w:tab/>
      </w:r>
      <w:r w:rsidR="00C55DE1" w:rsidRPr="0041746B">
        <w:rPr>
          <w:rFonts w:ascii="Arial" w:hAnsi="Arial" w:cs="Arial"/>
          <w:sz w:val="22"/>
          <w:szCs w:val="22"/>
        </w:rPr>
        <w:t>di prendere in esame con rilascio di copia semplice</w:t>
      </w:r>
    </w:p>
    <w:p w:rsidR="00C55DE1" w:rsidRPr="0041746B" w:rsidRDefault="00363805" w:rsidP="006F2C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ontrollo3"/>
      <w:r w:rsidRPr="0041746B">
        <w:rPr>
          <w:rFonts w:ascii="Arial" w:hAnsi="Arial" w:cs="Arial"/>
          <w:sz w:val="22"/>
          <w:szCs w:val="22"/>
        </w:rPr>
        <w:instrText xml:space="preserve"> FORMCHECKBOX </w:instrText>
      </w:r>
      <w:r w:rsidR="005C54E0">
        <w:rPr>
          <w:rFonts w:ascii="Arial" w:hAnsi="Arial" w:cs="Arial"/>
          <w:sz w:val="22"/>
          <w:szCs w:val="22"/>
        </w:rPr>
      </w:r>
      <w:r w:rsidR="005C54E0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9"/>
      <w:r w:rsidR="006F2CB2" w:rsidRPr="0041746B">
        <w:rPr>
          <w:rFonts w:ascii="Arial" w:hAnsi="Arial" w:cs="Arial"/>
          <w:sz w:val="22"/>
          <w:szCs w:val="22"/>
        </w:rPr>
        <w:tab/>
      </w:r>
      <w:r w:rsidR="00C55DE1" w:rsidRPr="0041746B">
        <w:rPr>
          <w:rFonts w:ascii="Arial" w:hAnsi="Arial" w:cs="Arial"/>
          <w:sz w:val="22"/>
          <w:szCs w:val="22"/>
        </w:rPr>
        <w:t>di prendere in esame con rilascio di copia autentica</w:t>
      </w:r>
    </w:p>
    <w:p w:rsidR="00C55DE1" w:rsidRPr="0041746B" w:rsidRDefault="00C55DE1" w:rsidP="006F2C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t xml:space="preserve">i </w:t>
      </w:r>
      <w:proofErr w:type="gramStart"/>
      <w:r w:rsidRPr="0041746B">
        <w:rPr>
          <w:rFonts w:ascii="Arial" w:hAnsi="Arial" w:cs="Arial"/>
          <w:sz w:val="22"/>
          <w:szCs w:val="22"/>
        </w:rPr>
        <w:t>sotto</w:t>
      </w:r>
      <w:r w:rsidR="00331C15" w:rsidRPr="0041746B">
        <w:rPr>
          <w:rFonts w:ascii="Arial" w:hAnsi="Arial" w:cs="Arial"/>
          <w:sz w:val="22"/>
          <w:szCs w:val="22"/>
        </w:rPr>
        <w:t>-</w:t>
      </w:r>
      <w:r w:rsidRPr="0041746B">
        <w:rPr>
          <w:rFonts w:ascii="Arial" w:hAnsi="Arial" w:cs="Arial"/>
          <w:sz w:val="22"/>
          <w:szCs w:val="22"/>
        </w:rPr>
        <w:t>indicati</w:t>
      </w:r>
      <w:proofErr w:type="gramEnd"/>
      <w:r w:rsidRPr="0041746B">
        <w:rPr>
          <w:rFonts w:ascii="Arial" w:hAnsi="Arial" w:cs="Arial"/>
          <w:sz w:val="22"/>
          <w:szCs w:val="22"/>
        </w:rPr>
        <w:t xml:space="preserve"> documenti amministrativi:</w:t>
      </w:r>
    </w:p>
    <w:p w:rsidR="00C55DE1" w:rsidRPr="0041746B" w:rsidRDefault="00363805" w:rsidP="001B5AF2">
      <w:pPr>
        <w:spacing w:line="360" w:lineRule="auto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10" w:name="Testo7"/>
      <w:r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Pr="0041746B">
        <w:rPr>
          <w:rFonts w:ascii="Arial" w:hAnsi="Arial" w:cs="Arial"/>
          <w:sz w:val="22"/>
          <w:szCs w:val="22"/>
        </w:rPr>
      </w:r>
      <w:r w:rsidRPr="0041746B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10"/>
    </w:p>
    <w:p w:rsidR="006F2CB2" w:rsidRPr="0041746B" w:rsidRDefault="00363805" w:rsidP="006F2C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t xml:space="preserve">n° </w:t>
      </w: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11" w:name="Testo8"/>
      <w:r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Pr="0041746B">
        <w:rPr>
          <w:rFonts w:ascii="Arial" w:hAnsi="Arial" w:cs="Arial"/>
          <w:sz w:val="22"/>
          <w:szCs w:val="22"/>
        </w:rPr>
      </w:r>
      <w:r w:rsidRPr="0041746B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11"/>
      <w:r w:rsidR="00405344">
        <w:rPr>
          <w:rFonts w:ascii="Arial" w:hAnsi="Arial" w:cs="Arial"/>
          <w:sz w:val="22"/>
          <w:szCs w:val="22"/>
        </w:rPr>
        <w:t xml:space="preserve"> </w:t>
      </w:r>
      <w:r w:rsidR="00C55DE1" w:rsidRPr="0041746B">
        <w:rPr>
          <w:rFonts w:ascii="Arial" w:hAnsi="Arial" w:cs="Arial"/>
          <w:sz w:val="22"/>
          <w:szCs w:val="22"/>
        </w:rPr>
        <w:t xml:space="preserve">di data </w:t>
      </w: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12" w:name="Testo9"/>
      <w:r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Pr="0041746B">
        <w:rPr>
          <w:rFonts w:ascii="Arial" w:hAnsi="Arial" w:cs="Arial"/>
          <w:sz w:val="22"/>
          <w:szCs w:val="22"/>
        </w:rPr>
      </w:r>
      <w:r w:rsidRPr="0041746B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12"/>
      <w:r w:rsidR="00C55DE1" w:rsidRPr="0041746B">
        <w:rPr>
          <w:rFonts w:ascii="Arial" w:hAnsi="Arial" w:cs="Arial"/>
          <w:sz w:val="22"/>
          <w:szCs w:val="22"/>
        </w:rPr>
        <w:t xml:space="preserve"> intestat</w:t>
      </w:r>
      <w:r w:rsidR="004C68CC" w:rsidRPr="0041746B">
        <w:rPr>
          <w:rFonts w:ascii="Arial" w:hAnsi="Arial" w:cs="Arial"/>
          <w:sz w:val="22"/>
          <w:szCs w:val="22"/>
        </w:rPr>
        <w:t>o/a</w:t>
      </w:r>
      <w:r w:rsidRPr="0041746B">
        <w:rPr>
          <w:rFonts w:ascii="Arial" w:hAnsi="Arial" w:cs="Arial"/>
          <w:sz w:val="22"/>
          <w:szCs w:val="22"/>
        </w:rPr>
        <w:t xml:space="preserve"> </w:t>
      </w: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3" w:name="Testo10"/>
      <w:r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Pr="0041746B">
        <w:rPr>
          <w:rFonts w:ascii="Arial" w:hAnsi="Arial" w:cs="Arial"/>
          <w:sz w:val="22"/>
          <w:szCs w:val="22"/>
        </w:rPr>
      </w:r>
      <w:r w:rsidRPr="0041746B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13"/>
    </w:p>
    <w:p w:rsidR="00C55DE1" w:rsidRPr="0041746B" w:rsidRDefault="00C55DE1" w:rsidP="006F2C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t xml:space="preserve">per i seguenti motivi </w:t>
      </w:r>
      <w:r w:rsidRPr="0041746B">
        <w:rPr>
          <w:rFonts w:ascii="Arial" w:hAnsi="Arial" w:cs="Arial"/>
          <w:b/>
          <w:sz w:val="22"/>
          <w:szCs w:val="22"/>
        </w:rPr>
        <w:t>(specificare l’interesse connesso all’oggetto della richiesta)</w:t>
      </w:r>
      <w:r w:rsidRPr="0041746B">
        <w:rPr>
          <w:rFonts w:ascii="Arial" w:hAnsi="Arial" w:cs="Arial"/>
          <w:sz w:val="22"/>
          <w:szCs w:val="22"/>
        </w:rPr>
        <w:t xml:space="preserve"> </w:t>
      </w:r>
    </w:p>
    <w:p w:rsidR="00363805" w:rsidRPr="0041746B" w:rsidRDefault="00363805" w:rsidP="006F2C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4" w:name="Testo11"/>
      <w:r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Pr="0041746B">
        <w:rPr>
          <w:rFonts w:ascii="Arial" w:hAnsi="Arial" w:cs="Arial"/>
          <w:sz w:val="22"/>
          <w:szCs w:val="22"/>
        </w:rPr>
      </w:r>
      <w:r w:rsidRPr="0041746B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14"/>
    </w:p>
    <w:p w:rsidR="00643688" w:rsidRPr="0041746B" w:rsidRDefault="00643688" w:rsidP="00C55DE1">
      <w:pPr>
        <w:spacing w:line="360" w:lineRule="auto"/>
        <w:rPr>
          <w:rFonts w:ascii="Arial" w:hAnsi="Arial" w:cs="Arial"/>
          <w:sz w:val="16"/>
          <w:szCs w:val="22"/>
        </w:rPr>
      </w:pPr>
    </w:p>
    <w:p w:rsidR="00363805" w:rsidRPr="0041746B" w:rsidRDefault="00363805" w:rsidP="0064368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5" w:name="Testo12"/>
      <w:r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Pr="0041746B">
        <w:rPr>
          <w:rFonts w:ascii="Arial" w:hAnsi="Arial" w:cs="Arial"/>
          <w:sz w:val="22"/>
          <w:szCs w:val="22"/>
        </w:rPr>
      </w:r>
      <w:r w:rsidRPr="0041746B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15"/>
      <w:r w:rsidR="00C55DE1" w:rsidRPr="0041746B">
        <w:rPr>
          <w:rFonts w:ascii="Arial" w:hAnsi="Arial" w:cs="Arial"/>
          <w:sz w:val="22"/>
          <w:szCs w:val="22"/>
        </w:rPr>
        <w:t xml:space="preserve">, li </w:t>
      </w: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6" w:name="Testo13"/>
      <w:r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Pr="0041746B">
        <w:rPr>
          <w:rFonts w:ascii="Arial" w:hAnsi="Arial" w:cs="Arial"/>
          <w:sz w:val="22"/>
          <w:szCs w:val="22"/>
        </w:rPr>
      </w:r>
      <w:r w:rsidRPr="0041746B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16"/>
      <w:r w:rsidR="00C55DE1" w:rsidRPr="0041746B">
        <w:rPr>
          <w:rFonts w:ascii="Arial" w:hAnsi="Arial" w:cs="Arial"/>
          <w:b/>
          <w:sz w:val="22"/>
          <w:szCs w:val="22"/>
        </w:rPr>
        <w:tab/>
      </w:r>
      <w:r w:rsidR="00C55DE1" w:rsidRPr="0041746B">
        <w:rPr>
          <w:rFonts w:ascii="Arial" w:hAnsi="Arial" w:cs="Arial"/>
          <w:b/>
          <w:sz w:val="22"/>
          <w:szCs w:val="22"/>
        </w:rPr>
        <w:tab/>
      </w:r>
      <w:r w:rsidR="00C55DE1" w:rsidRPr="0041746B">
        <w:rPr>
          <w:rFonts w:ascii="Arial" w:hAnsi="Arial" w:cs="Arial"/>
          <w:b/>
          <w:sz w:val="22"/>
          <w:szCs w:val="22"/>
        </w:rPr>
        <w:tab/>
      </w:r>
      <w:r w:rsidR="00C55DE1" w:rsidRPr="0041746B">
        <w:rPr>
          <w:rFonts w:ascii="Arial" w:hAnsi="Arial" w:cs="Arial"/>
          <w:b/>
          <w:sz w:val="22"/>
          <w:szCs w:val="22"/>
        </w:rPr>
        <w:tab/>
      </w:r>
    </w:p>
    <w:p w:rsidR="00363805" w:rsidRPr="0041746B" w:rsidRDefault="00643688" w:rsidP="00643688">
      <w:pPr>
        <w:spacing w:line="360" w:lineRule="auto"/>
        <w:rPr>
          <w:rFonts w:ascii="Arial" w:hAnsi="Arial" w:cs="Arial"/>
          <w:sz w:val="16"/>
          <w:szCs w:val="22"/>
        </w:rPr>
      </w:pPr>
      <w:r w:rsidRPr="0041746B">
        <w:rPr>
          <w:rFonts w:ascii="Arial" w:hAnsi="Arial" w:cs="Arial"/>
          <w:sz w:val="16"/>
          <w:szCs w:val="22"/>
        </w:rPr>
        <w:t>(</w:t>
      </w:r>
      <w:proofErr w:type="gramStart"/>
      <w:r w:rsidRPr="0041746B">
        <w:rPr>
          <w:rFonts w:ascii="Arial" w:hAnsi="Arial" w:cs="Arial"/>
          <w:sz w:val="16"/>
          <w:szCs w:val="22"/>
        </w:rPr>
        <w:t xml:space="preserve">Luogo)   </w:t>
      </w:r>
      <w:proofErr w:type="gramEnd"/>
      <w:r w:rsidRPr="0041746B">
        <w:rPr>
          <w:rFonts w:ascii="Arial" w:hAnsi="Arial" w:cs="Arial"/>
          <w:sz w:val="16"/>
          <w:szCs w:val="22"/>
        </w:rPr>
        <w:t xml:space="preserve">  (Data)</w:t>
      </w:r>
      <w:r w:rsidRPr="0041746B">
        <w:rPr>
          <w:rFonts w:ascii="Arial" w:hAnsi="Arial" w:cs="Arial"/>
          <w:sz w:val="16"/>
          <w:szCs w:val="22"/>
        </w:rPr>
        <w:tab/>
      </w:r>
    </w:p>
    <w:p w:rsidR="00643688" w:rsidRPr="0041746B" w:rsidRDefault="00643688" w:rsidP="0064368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1746B">
        <w:rPr>
          <w:rFonts w:ascii="Arial" w:hAnsi="Arial" w:cs="Arial"/>
          <w:sz w:val="16"/>
          <w:szCs w:val="22"/>
        </w:rPr>
        <w:tab/>
      </w:r>
      <w:r w:rsidRPr="0041746B">
        <w:rPr>
          <w:rFonts w:ascii="Arial" w:hAnsi="Arial" w:cs="Arial"/>
          <w:sz w:val="16"/>
          <w:szCs w:val="22"/>
        </w:rPr>
        <w:tab/>
      </w:r>
      <w:r w:rsidRPr="0041746B">
        <w:rPr>
          <w:rFonts w:ascii="Arial" w:hAnsi="Arial" w:cs="Arial"/>
          <w:sz w:val="16"/>
          <w:szCs w:val="22"/>
        </w:rPr>
        <w:tab/>
      </w:r>
      <w:r w:rsidRPr="0041746B">
        <w:rPr>
          <w:rFonts w:ascii="Arial" w:hAnsi="Arial" w:cs="Arial"/>
          <w:sz w:val="16"/>
          <w:szCs w:val="22"/>
        </w:rPr>
        <w:tab/>
      </w:r>
      <w:r w:rsidRPr="0041746B">
        <w:rPr>
          <w:rFonts w:ascii="Arial" w:hAnsi="Arial" w:cs="Arial"/>
          <w:b/>
          <w:sz w:val="22"/>
          <w:szCs w:val="22"/>
        </w:rPr>
        <w:t xml:space="preserve"> </w:t>
      </w:r>
    </w:p>
    <w:p w:rsidR="00643688" w:rsidRPr="0041746B" w:rsidRDefault="00363805" w:rsidP="004C68CC">
      <w:pPr>
        <w:spacing w:line="360" w:lineRule="auto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ontrollo4"/>
      <w:r w:rsidRPr="0041746B">
        <w:rPr>
          <w:rFonts w:ascii="Arial" w:hAnsi="Arial" w:cs="Arial"/>
          <w:sz w:val="22"/>
          <w:szCs w:val="22"/>
        </w:rPr>
        <w:instrText xml:space="preserve"> FORMCHECKBOX </w:instrText>
      </w:r>
      <w:r w:rsidR="005C54E0">
        <w:rPr>
          <w:rFonts w:ascii="Arial" w:hAnsi="Arial" w:cs="Arial"/>
          <w:sz w:val="22"/>
          <w:szCs w:val="22"/>
        </w:rPr>
      </w:r>
      <w:r w:rsidR="005C54E0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17"/>
      <w:r w:rsidR="004C68CC" w:rsidRPr="0041746B">
        <w:rPr>
          <w:rFonts w:ascii="Arial" w:hAnsi="Arial" w:cs="Arial"/>
          <w:sz w:val="22"/>
          <w:szCs w:val="22"/>
        </w:rPr>
        <w:tab/>
        <w:t>C.I fronte retro del richiedente</w:t>
      </w:r>
    </w:p>
    <w:p w:rsidR="004C68CC" w:rsidRPr="0041746B" w:rsidRDefault="00363805" w:rsidP="004C68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ontrollo5"/>
      <w:r w:rsidRPr="0041746B">
        <w:rPr>
          <w:rFonts w:ascii="Arial" w:hAnsi="Arial" w:cs="Arial"/>
          <w:sz w:val="22"/>
          <w:szCs w:val="22"/>
        </w:rPr>
        <w:instrText xml:space="preserve"> FORMCHECKBOX </w:instrText>
      </w:r>
      <w:r w:rsidR="005C54E0">
        <w:rPr>
          <w:rFonts w:ascii="Arial" w:hAnsi="Arial" w:cs="Arial"/>
          <w:sz w:val="22"/>
          <w:szCs w:val="22"/>
        </w:rPr>
      </w:r>
      <w:r w:rsidR="005C54E0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18"/>
      <w:r w:rsidR="004C68CC" w:rsidRPr="0041746B">
        <w:rPr>
          <w:rFonts w:ascii="Arial" w:hAnsi="Arial" w:cs="Arial"/>
          <w:sz w:val="22"/>
          <w:szCs w:val="22"/>
        </w:rPr>
        <w:tab/>
        <w:t>Delega scritta</w:t>
      </w:r>
    </w:p>
    <w:p w:rsidR="004C68CC" w:rsidRPr="0041746B" w:rsidRDefault="00363805" w:rsidP="004C68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ontrollo6"/>
      <w:r w:rsidRPr="0041746B">
        <w:rPr>
          <w:rFonts w:ascii="Arial" w:hAnsi="Arial" w:cs="Arial"/>
          <w:sz w:val="22"/>
          <w:szCs w:val="22"/>
        </w:rPr>
        <w:instrText xml:space="preserve"> FORMCHECKBOX </w:instrText>
      </w:r>
      <w:r w:rsidR="005C54E0">
        <w:rPr>
          <w:rFonts w:ascii="Arial" w:hAnsi="Arial" w:cs="Arial"/>
          <w:sz w:val="22"/>
          <w:szCs w:val="22"/>
        </w:rPr>
      </w:r>
      <w:r w:rsidR="005C54E0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19"/>
      <w:r w:rsidR="004C68CC" w:rsidRPr="0041746B">
        <w:rPr>
          <w:rFonts w:ascii="Arial" w:hAnsi="Arial" w:cs="Arial"/>
          <w:sz w:val="22"/>
          <w:szCs w:val="22"/>
        </w:rPr>
        <w:tab/>
        <w:t xml:space="preserve">C.I fronte retro del </w:t>
      </w:r>
      <w:r w:rsidR="00732468" w:rsidRPr="0041746B">
        <w:rPr>
          <w:rFonts w:ascii="Arial" w:hAnsi="Arial" w:cs="Arial"/>
          <w:sz w:val="22"/>
          <w:szCs w:val="22"/>
        </w:rPr>
        <w:t>delegato</w:t>
      </w:r>
    </w:p>
    <w:p w:rsidR="00363805" w:rsidRPr="0041746B" w:rsidRDefault="00363805" w:rsidP="004C68C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C68CC" w:rsidRPr="0041746B" w:rsidRDefault="004C68CC" w:rsidP="004C68C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1746B">
        <w:rPr>
          <w:rFonts w:ascii="Arial" w:hAnsi="Arial" w:cs="Arial"/>
          <w:b/>
          <w:sz w:val="22"/>
          <w:szCs w:val="22"/>
        </w:rPr>
        <w:t xml:space="preserve">Il tecnico che ha rilasciato la documentazione </w:t>
      </w:r>
      <w:r w:rsidRPr="0041746B">
        <w:rPr>
          <w:rFonts w:ascii="Arial" w:hAnsi="Arial" w:cs="Arial"/>
          <w:b/>
          <w:sz w:val="22"/>
          <w:szCs w:val="22"/>
        </w:rPr>
        <w:tab/>
      </w:r>
      <w:r w:rsidRPr="0041746B">
        <w:rPr>
          <w:rFonts w:ascii="Arial" w:hAnsi="Arial" w:cs="Arial"/>
          <w:b/>
          <w:sz w:val="22"/>
          <w:szCs w:val="22"/>
        </w:rPr>
        <w:tab/>
      </w:r>
      <w:r w:rsidRPr="0041746B">
        <w:rPr>
          <w:rFonts w:ascii="Arial" w:hAnsi="Arial" w:cs="Arial"/>
          <w:b/>
          <w:sz w:val="22"/>
          <w:szCs w:val="22"/>
        </w:rPr>
        <w:tab/>
      </w:r>
      <w:r w:rsidR="0032329F">
        <w:rPr>
          <w:rFonts w:ascii="Arial" w:hAnsi="Arial" w:cs="Arial"/>
          <w:b/>
          <w:sz w:val="22"/>
          <w:szCs w:val="22"/>
        </w:rPr>
        <w:t xml:space="preserve">     </w:t>
      </w:r>
      <w:r w:rsidRPr="0041746B">
        <w:rPr>
          <w:rFonts w:ascii="Arial" w:hAnsi="Arial" w:cs="Arial"/>
          <w:b/>
          <w:sz w:val="22"/>
          <w:szCs w:val="22"/>
        </w:rPr>
        <w:t>Il richiedente</w:t>
      </w:r>
    </w:p>
    <w:p w:rsidR="004C68CC" w:rsidRPr="0041746B" w:rsidRDefault="00363805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20" w:name="Testo14"/>
      <w:r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Pr="0041746B">
        <w:rPr>
          <w:rFonts w:ascii="Arial" w:hAnsi="Arial" w:cs="Arial"/>
          <w:sz w:val="22"/>
          <w:szCs w:val="22"/>
        </w:rPr>
      </w:r>
      <w:r w:rsidRPr="0041746B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20"/>
      <w:r w:rsidR="004C68CC" w:rsidRPr="0041746B">
        <w:rPr>
          <w:rFonts w:ascii="Arial" w:hAnsi="Arial" w:cs="Arial"/>
          <w:sz w:val="22"/>
          <w:szCs w:val="22"/>
        </w:rPr>
        <w:tab/>
      </w:r>
      <w:r w:rsidRPr="0041746B">
        <w:rPr>
          <w:rFonts w:ascii="Arial" w:hAnsi="Arial" w:cs="Arial"/>
          <w:sz w:val="22"/>
          <w:szCs w:val="22"/>
        </w:rPr>
        <w:tab/>
      </w:r>
      <w:r w:rsidRPr="0041746B">
        <w:rPr>
          <w:rFonts w:ascii="Arial" w:hAnsi="Arial" w:cs="Arial"/>
          <w:sz w:val="22"/>
          <w:szCs w:val="22"/>
        </w:rPr>
        <w:tab/>
      </w:r>
      <w:r w:rsidRPr="0041746B">
        <w:rPr>
          <w:rFonts w:ascii="Arial" w:hAnsi="Arial" w:cs="Arial"/>
          <w:sz w:val="22"/>
          <w:szCs w:val="22"/>
        </w:rPr>
        <w:tab/>
      </w:r>
      <w:r w:rsidRPr="0041746B">
        <w:rPr>
          <w:rFonts w:ascii="Arial" w:hAnsi="Arial" w:cs="Arial"/>
          <w:sz w:val="22"/>
          <w:szCs w:val="22"/>
        </w:rPr>
        <w:tab/>
      </w:r>
      <w:r w:rsidRPr="0041746B">
        <w:rPr>
          <w:rFonts w:ascii="Arial" w:hAnsi="Arial" w:cs="Arial"/>
          <w:sz w:val="22"/>
          <w:szCs w:val="22"/>
        </w:rPr>
        <w:tab/>
      </w:r>
      <w:r w:rsidRPr="0041746B">
        <w:rPr>
          <w:rFonts w:ascii="Arial" w:hAnsi="Arial" w:cs="Arial"/>
          <w:sz w:val="22"/>
          <w:szCs w:val="22"/>
        </w:rPr>
        <w:tab/>
      </w:r>
      <w:r w:rsidRPr="0041746B">
        <w:rPr>
          <w:rFonts w:ascii="Arial" w:hAnsi="Arial" w:cs="Arial"/>
          <w:sz w:val="22"/>
          <w:szCs w:val="22"/>
        </w:rPr>
        <w:tab/>
      </w:r>
      <w:r w:rsidRPr="0041746B">
        <w:rPr>
          <w:rFonts w:ascii="Arial" w:hAnsi="Arial" w:cs="Arial"/>
          <w:sz w:val="22"/>
          <w:szCs w:val="22"/>
        </w:rPr>
        <w:tab/>
      </w:r>
      <w:r w:rsidR="0032329F">
        <w:rPr>
          <w:rFonts w:ascii="Arial" w:hAnsi="Arial" w:cs="Arial"/>
          <w:sz w:val="22"/>
          <w:szCs w:val="22"/>
        </w:rPr>
        <w:t xml:space="preserve">     </w:t>
      </w:r>
      <w:r w:rsidRPr="0041746B">
        <w:rPr>
          <w:rFonts w:ascii="Arial" w:hAnsi="Arial" w:cs="Arial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21" w:name="Testo15"/>
      <w:r w:rsidRPr="0041746B">
        <w:rPr>
          <w:rFonts w:ascii="Arial" w:hAnsi="Arial" w:cs="Arial"/>
          <w:sz w:val="22"/>
          <w:szCs w:val="22"/>
        </w:rPr>
        <w:instrText xml:space="preserve"> FORMTEXT </w:instrText>
      </w:r>
      <w:r w:rsidRPr="0041746B">
        <w:rPr>
          <w:rFonts w:ascii="Arial" w:hAnsi="Arial" w:cs="Arial"/>
          <w:sz w:val="22"/>
          <w:szCs w:val="22"/>
        </w:rPr>
      </w:r>
      <w:r w:rsidRPr="0041746B">
        <w:rPr>
          <w:rFonts w:ascii="Arial" w:hAnsi="Arial" w:cs="Arial"/>
          <w:sz w:val="22"/>
          <w:szCs w:val="22"/>
        </w:rPr>
        <w:fldChar w:fldCharType="separate"/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noProof/>
          <w:sz w:val="22"/>
          <w:szCs w:val="22"/>
        </w:rPr>
        <w:t> </w:t>
      </w:r>
      <w:r w:rsidRPr="0041746B">
        <w:rPr>
          <w:rFonts w:ascii="Arial" w:hAnsi="Arial" w:cs="Arial"/>
          <w:sz w:val="22"/>
          <w:szCs w:val="22"/>
        </w:rPr>
        <w:fldChar w:fldCharType="end"/>
      </w:r>
      <w:bookmarkEnd w:id="21"/>
    </w:p>
    <w:p w:rsidR="004C68CC" w:rsidRPr="0041746B" w:rsidRDefault="004C68CC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63805" w:rsidRPr="0041746B" w:rsidRDefault="00363805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C68CC" w:rsidRPr="0041746B" w:rsidRDefault="004C68CC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1746B">
        <w:rPr>
          <w:rFonts w:ascii="Arial" w:hAnsi="Arial" w:cs="Arial"/>
          <w:b/>
          <w:sz w:val="22"/>
          <w:szCs w:val="22"/>
        </w:rPr>
        <w:t>RIFERIMENTI PER EVENTUALE SPEDIZIONE</w:t>
      </w:r>
    </w:p>
    <w:p w:rsidR="004C68CC" w:rsidRPr="0041746B" w:rsidRDefault="00363805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1746B">
        <w:rPr>
          <w:rFonts w:ascii="Arial" w:hAnsi="Arial" w:cs="Arial"/>
          <w:b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22" w:name="Testo16"/>
      <w:r w:rsidRPr="0041746B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41746B">
        <w:rPr>
          <w:rFonts w:ascii="Arial" w:hAnsi="Arial" w:cs="Arial"/>
          <w:b/>
          <w:sz w:val="22"/>
          <w:szCs w:val="22"/>
        </w:rPr>
      </w:r>
      <w:r w:rsidRPr="0041746B">
        <w:rPr>
          <w:rFonts w:ascii="Arial" w:hAnsi="Arial" w:cs="Arial"/>
          <w:b/>
          <w:sz w:val="22"/>
          <w:szCs w:val="22"/>
        </w:rPr>
        <w:fldChar w:fldCharType="separate"/>
      </w:r>
      <w:r w:rsidRPr="0041746B">
        <w:rPr>
          <w:rFonts w:ascii="Arial" w:hAnsi="Arial" w:cs="Arial"/>
          <w:b/>
          <w:noProof/>
          <w:sz w:val="22"/>
          <w:szCs w:val="22"/>
        </w:rPr>
        <w:t> </w:t>
      </w:r>
      <w:r w:rsidRPr="0041746B">
        <w:rPr>
          <w:rFonts w:ascii="Arial" w:hAnsi="Arial" w:cs="Arial"/>
          <w:b/>
          <w:noProof/>
          <w:sz w:val="22"/>
          <w:szCs w:val="22"/>
        </w:rPr>
        <w:t> </w:t>
      </w:r>
      <w:r w:rsidRPr="0041746B">
        <w:rPr>
          <w:rFonts w:ascii="Arial" w:hAnsi="Arial" w:cs="Arial"/>
          <w:b/>
          <w:noProof/>
          <w:sz w:val="22"/>
          <w:szCs w:val="22"/>
        </w:rPr>
        <w:t> </w:t>
      </w:r>
      <w:r w:rsidRPr="0041746B">
        <w:rPr>
          <w:rFonts w:ascii="Arial" w:hAnsi="Arial" w:cs="Arial"/>
          <w:b/>
          <w:noProof/>
          <w:sz w:val="22"/>
          <w:szCs w:val="22"/>
        </w:rPr>
        <w:t> </w:t>
      </w:r>
      <w:r w:rsidRPr="0041746B">
        <w:rPr>
          <w:rFonts w:ascii="Arial" w:hAnsi="Arial" w:cs="Arial"/>
          <w:b/>
          <w:noProof/>
          <w:sz w:val="22"/>
          <w:szCs w:val="22"/>
        </w:rPr>
        <w:t> </w:t>
      </w:r>
      <w:r w:rsidRPr="0041746B">
        <w:rPr>
          <w:rFonts w:ascii="Arial" w:hAnsi="Arial" w:cs="Arial"/>
          <w:b/>
          <w:sz w:val="22"/>
          <w:szCs w:val="22"/>
        </w:rPr>
        <w:fldChar w:fldCharType="end"/>
      </w:r>
      <w:bookmarkEnd w:id="22"/>
    </w:p>
    <w:p w:rsidR="004C68CC" w:rsidRPr="0041746B" w:rsidRDefault="004C68CC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63805" w:rsidRPr="0041746B" w:rsidRDefault="00363805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63805" w:rsidRPr="0041746B" w:rsidRDefault="00363805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63805" w:rsidRPr="0041746B" w:rsidRDefault="00363805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63805" w:rsidRPr="0041746B" w:rsidRDefault="00363805" w:rsidP="00D76D6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1746B" w:rsidRDefault="0041746B" w:rsidP="00D76D6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1746B" w:rsidRDefault="0041746B" w:rsidP="00D76D6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83BFA" w:rsidRPr="0041746B" w:rsidRDefault="00483BFA" w:rsidP="00D76D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t>Sulla copia che viene rilasciata all’utente il FRONTESPIZIO dev’essere “barrato” riportando la dicitura “AI SOLI FINI DELLA CONSULTAZIONE”, data e firma del tecnico Novareti S.p.A.</w:t>
      </w:r>
    </w:p>
    <w:p w:rsidR="004C68CC" w:rsidRPr="0041746B" w:rsidRDefault="00483BFA" w:rsidP="00D76D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t>La</w:t>
      </w:r>
      <w:r w:rsidR="004C68CC" w:rsidRPr="0041746B">
        <w:rPr>
          <w:rFonts w:ascii="Arial" w:hAnsi="Arial" w:cs="Arial"/>
          <w:sz w:val="22"/>
          <w:szCs w:val="22"/>
        </w:rPr>
        <w:t xml:space="preserve"> copia dell’autorizzazione allo scarico non è valida alla presentazione di eventuali ulteriori provvedimenti presso altri enti se non prima preventivamente valutati in forma scritta</w:t>
      </w:r>
      <w:r w:rsidRPr="0041746B">
        <w:rPr>
          <w:rFonts w:ascii="Arial" w:hAnsi="Arial" w:cs="Arial"/>
          <w:sz w:val="22"/>
          <w:szCs w:val="22"/>
        </w:rPr>
        <w:t xml:space="preserve"> dalla Scrivente</w:t>
      </w:r>
      <w:r w:rsidR="004C68CC" w:rsidRPr="0041746B">
        <w:rPr>
          <w:rFonts w:ascii="Arial" w:hAnsi="Arial" w:cs="Arial"/>
          <w:sz w:val="22"/>
          <w:szCs w:val="22"/>
        </w:rPr>
        <w:t xml:space="preserve"> (</w:t>
      </w:r>
      <w:r w:rsidRPr="0041746B">
        <w:rPr>
          <w:rFonts w:ascii="Arial" w:hAnsi="Arial" w:cs="Arial"/>
          <w:sz w:val="22"/>
          <w:szCs w:val="22"/>
        </w:rPr>
        <w:t xml:space="preserve">provvedimenti di </w:t>
      </w:r>
      <w:r w:rsidR="004C68CC" w:rsidRPr="0041746B">
        <w:rPr>
          <w:rFonts w:ascii="Arial" w:hAnsi="Arial" w:cs="Arial"/>
          <w:sz w:val="22"/>
          <w:szCs w:val="22"/>
        </w:rPr>
        <w:t>parere e/o nuova autorizzazione allo scarico).</w:t>
      </w:r>
    </w:p>
    <w:p w:rsidR="00D76D6A" w:rsidRPr="0041746B" w:rsidRDefault="00D76D6A" w:rsidP="00C55DE1">
      <w:pPr>
        <w:spacing w:line="360" w:lineRule="auto"/>
        <w:rPr>
          <w:rFonts w:ascii="Arial" w:hAnsi="Arial" w:cs="Arial"/>
          <w:sz w:val="22"/>
          <w:szCs w:val="22"/>
        </w:rPr>
      </w:pPr>
    </w:p>
    <w:p w:rsidR="0041746B" w:rsidRDefault="0041746B" w:rsidP="00C55DE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32329F" w:rsidRDefault="0032329F" w:rsidP="00C55DE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32329F" w:rsidRDefault="0032329F" w:rsidP="00C55DE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32329F" w:rsidRDefault="0032329F" w:rsidP="00C55DE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D76D6A" w:rsidRPr="0041746B" w:rsidRDefault="00D76D6A" w:rsidP="00CD708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1746B">
        <w:rPr>
          <w:rFonts w:ascii="Arial" w:hAnsi="Arial" w:cs="Arial"/>
          <w:b/>
          <w:bCs/>
          <w:sz w:val="22"/>
          <w:szCs w:val="22"/>
        </w:rPr>
        <w:t xml:space="preserve">Il modulo deve essere compilato in ogni sua parte e trasmesso al seguente indirizzo di posta elettronica: </w:t>
      </w:r>
      <w:hyperlink r:id="rId13" w:history="1">
        <w:r w:rsidRPr="0041746B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info@novareti.eu</w:t>
        </w:r>
      </w:hyperlink>
      <w:r w:rsidRPr="0041746B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483BFA" w:rsidRPr="0041746B" w:rsidRDefault="00483BFA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1746B" w:rsidRDefault="0041746B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2329F" w:rsidRDefault="0032329F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2329F" w:rsidRDefault="0032329F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2329F" w:rsidRDefault="0032329F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2329F" w:rsidRDefault="0032329F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2329F" w:rsidRDefault="0032329F" w:rsidP="00C55D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C55DE1" w:rsidRPr="0041746B" w:rsidRDefault="00C55DE1" w:rsidP="00C55DE1">
      <w:pPr>
        <w:spacing w:line="360" w:lineRule="auto"/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b/>
          <w:sz w:val="22"/>
          <w:szCs w:val="22"/>
        </w:rPr>
        <w:t>RISERVATO ALL’UFFICIO</w:t>
      </w:r>
    </w:p>
    <w:p w:rsidR="00C55DE1" w:rsidRPr="0041746B" w:rsidRDefault="00C55DE1" w:rsidP="00C55DE1">
      <w:pPr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t>Costi di riproduzione da rimborsare ………………………………</w:t>
      </w:r>
    </w:p>
    <w:p w:rsidR="00C55DE1" w:rsidRPr="0041746B" w:rsidRDefault="00C55DE1" w:rsidP="00C55DE1">
      <w:pPr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t>Marche da bollo da allegare ……………………………………</w:t>
      </w:r>
      <w:r w:rsidR="0041746B">
        <w:rPr>
          <w:rFonts w:ascii="Arial" w:hAnsi="Arial" w:cs="Arial"/>
          <w:sz w:val="22"/>
          <w:szCs w:val="22"/>
        </w:rPr>
        <w:t>….</w:t>
      </w:r>
    </w:p>
    <w:p w:rsidR="00FB03F0" w:rsidRPr="0041746B" w:rsidRDefault="00C55DE1" w:rsidP="00643287">
      <w:pPr>
        <w:rPr>
          <w:rFonts w:ascii="Arial" w:hAnsi="Arial" w:cs="Arial"/>
          <w:sz w:val="22"/>
          <w:szCs w:val="22"/>
        </w:rPr>
      </w:pPr>
      <w:r w:rsidRPr="0041746B">
        <w:rPr>
          <w:rFonts w:ascii="Arial" w:hAnsi="Arial" w:cs="Arial"/>
          <w:sz w:val="22"/>
          <w:szCs w:val="22"/>
        </w:rPr>
        <w:t>Per ricevuta degli atti richiesti in copia …………………………</w:t>
      </w:r>
      <w:r w:rsidR="0041746B">
        <w:rPr>
          <w:rFonts w:ascii="Arial" w:hAnsi="Arial" w:cs="Arial"/>
          <w:sz w:val="22"/>
          <w:szCs w:val="22"/>
        </w:rPr>
        <w:t>…</w:t>
      </w:r>
    </w:p>
    <w:p w:rsidR="001B5AF2" w:rsidRPr="0041746B" w:rsidRDefault="001B5AF2" w:rsidP="00643287">
      <w:pPr>
        <w:rPr>
          <w:rFonts w:ascii="Arial" w:hAnsi="Arial" w:cs="Arial"/>
          <w:sz w:val="22"/>
          <w:szCs w:val="22"/>
        </w:rPr>
      </w:pPr>
    </w:p>
    <w:sectPr w:rsidR="001B5AF2" w:rsidRPr="0041746B" w:rsidSect="0032329F">
      <w:headerReference w:type="default" r:id="rId14"/>
      <w:footerReference w:type="default" r:id="rId15"/>
      <w:type w:val="continuous"/>
      <w:pgSz w:w="11906" w:h="16838" w:code="9"/>
      <w:pgMar w:top="567" w:right="851" w:bottom="567" w:left="851" w:header="709" w:footer="16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1CB" w:rsidRDefault="00DC31CB">
      <w:r>
        <w:separator/>
      </w:r>
    </w:p>
  </w:endnote>
  <w:endnote w:type="continuationSeparator" w:id="0">
    <w:p w:rsidR="00DC31CB" w:rsidRDefault="00DC3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083" w:rsidRDefault="00CD70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8FA" w:rsidRDefault="00D068FA" w:rsidP="007527D0">
    <w:pPr>
      <w:pStyle w:val="Pidipagina"/>
      <w:ind w:left="-851"/>
      <w:jc w:val="both"/>
      <w:rPr>
        <w:sz w:val="22"/>
        <w:szCs w:val="22"/>
      </w:rPr>
    </w:pPr>
  </w:p>
  <w:p w:rsidR="00F04676" w:rsidRDefault="00C12760" w:rsidP="007527D0">
    <w:pPr>
      <w:pStyle w:val="Pidipagina"/>
      <w:ind w:left="-851"/>
      <w:jc w:val="both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-6350</wp:posOffset>
          </wp:positionH>
          <wp:positionV relativeFrom="page">
            <wp:posOffset>9385300</wp:posOffset>
          </wp:positionV>
          <wp:extent cx="7569200" cy="1308100"/>
          <wp:effectExtent l="0" t="0" r="0" b="0"/>
          <wp:wrapNone/>
          <wp:docPr id="6" name="Immagine 6" descr="Info NOVARETI-01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nfo NOVARETI-01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30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4676" w:rsidRDefault="00F04676" w:rsidP="007527D0">
    <w:pPr>
      <w:pStyle w:val="Pidipagina"/>
      <w:ind w:left="-851"/>
      <w:jc w:val="both"/>
      <w:rPr>
        <w:sz w:val="22"/>
        <w:szCs w:val="22"/>
      </w:rPr>
    </w:pPr>
  </w:p>
  <w:p w:rsidR="00F04676" w:rsidRDefault="00F04676" w:rsidP="007527D0">
    <w:pPr>
      <w:pStyle w:val="Pidipagina"/>
      <w:ind w:left="-851"/>
      <w:jc w:val="both"/>
      <w:rPr>
        <w:sz w:val="22"/>
        <w:szCs w:val="22"/>
      </w:rPr>
    </w:pPr>
  </w:p>
  <w:p w:rsidR="00F04676" w:rsidRDefault="00F04676" w:rsidP="007527D0">
    <w:pPr>
      <w:pStyle w:val="Pidipagina"/>
      <w:ind w:left="-851"/>
      <w:jc w:val="both"/>
      <w:rPr>
        <w:sz w:val="22"/>
        <w:szCs w:val="22"/>
      </w:rPr>
    </w:pPr>
  </w:p>
  <w:p w:rsidR="00F04676" w:rsidRDefault="00F04676" w:rsidP="007527D0">
    <w:pPr>
      <w:pStyle w:val="Pidipagina"/>
      <w:ind w:left="-851"/>
      <w:jc w:val="both"/>
      <w:rPr>
        <w:sz w:val="22"/>
        <w:szCs w:val="22"/>
      </w:rPr>
    </w:pPr>
  </w:p>
  <w:p w:rsidR="00F04676" w:rsidRPr="00D068FA" w:rsidRDefault="00F04676" w:rsidP="007527D0">
    <w:pPr>
      <w:pStyle w:val="Pidipagina"/>
      <w:ind w:left="-851"/>
      <w:jc w:val="both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083" w:rsidRDefault="00CD7083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7A0" w:rsidRPr="00FB03F0" w:rsidRDefault="0032329F" w:rsidP="00FB03F0">
    <w:pPr>
      <w:pStyle w:val="Pidipagina"/>
      <w:rPr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0800" behindDoc="1" locked="0" layoutInCell="1" allowOverlap="1" wp14:anchorId="247BFE7E" wp14:editId="43DEF420">
          <wp:simplePos x="0" y="0"/>
          <wp:positionH relativeFrom="page">
            <wp:posOffset>6985</wp:posOffset>
          </wp:positionH>
          <wp:positionV relativeFrom="page">
            <wp:posOffset>9446260</wp:posOffset>
          </wp:positionV>
          <wp:extent cx="7569200" cy="1308100"/>
          <wp:effectExtent l="0" t="0" r="0" b="0"/>
          <wp:wrapNone/>
          <wp:docPr id="19" name="Immagine 19" descr="Info NOVARETI-01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nfo NOVARETI-01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30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1CB" w:rsidRDefault="00DC31CB">
      <w:r>
        <w:separator/>
      </w:r>
    </w:p>
  </w:footnote>
  <w:footnote w:type="continuationSeparator" w:id="0">
    <w:p w:rsidR="00DC31CB" w:rsidRDefault="00DC3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083" w:rsidRDefault="00CD708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3F0" w:rsidRDefault="00C1276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457200</wp:posOffset>
          </wp:positionH>
          <wp:positionV relativeFrom="page">
            <wp:posOffset>457200</wp:posOffset>
          </wp:positionV>
          <wp:extent cx="1879600" cy="482600"/>
          <wp:effectExtent l="0" t="0" r="0" b="0"/>
          <wp:wrapNone/>
          <wp:docPr id="5" name="Immagine 4" descr="Logo NOVARETI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NOVARETI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03F0" w:rsidRDefault="00FB03F0">
    <w:pPr>
      <w:pStyle w:val="Intestazione"/>
    </w:pPr>
  </w:p>
  <w:p w:rsidR="00FB03F0" w:rsidRDefault="00FB03F0" w:rsidP="00412FC8">
    <w:pPr>
      <w:pStyle w:val="Intestazione"/>
      <w:tabs>
        <w:tab w:val="clear" w:pos="4819"/>
        <w:tab w:val="clear" w:pos="9638"/>
        <w:tab w:val="left" w:pos="4094"/>
      </w:tabs>
    </w:pPr>
  </w:p>
  <w:p w:rsidR="00412FC8" w:rsidRDefault="00412FC8" w:rsidP="00412FC8">
    <w:pPr>
      <w:pStyle w:val="Intestazione"/>
      <w:tabs>
        <w:tab w:val="clear" w:pos="4819"/>
        <w:tab w:val="clear" w:pos="9638"/>
        <w:tab w:val="left" w:pos="4094"/>
      </w:tabs>
    </w:pPr>
  </w:p>
  <w:p w:rsidR="00412FC8" w:rsidRDefault="00412FC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083" w:rsidRDefault="00CD708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7A0" w:rsidRDefault="00C1276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609600</wp:posOffset>
          </wp:positionH>
          <wp:positionV relativeFrom="page">
            <wp:posOffset>609600</wp:posOffset>
          </wp:positionV>
          <wp:extent cx="1879600" cy="482600"/>
          <wp:effectExtent l="0" t="0" r="0" b="0"/>
          <wp:wrapNone/>
          <wp:docPr id="18" name="Immagine 18" descr="Logo NOVARETI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Logo NOVARETI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27A0" w:rsidRDefault="005A27A0">
    <w:pPr>
      <w:pStyle w:val="Intestazione"/>
    </w:pPr>
  </w:p>
  <w:p w:rsidR="005A27A0" w:rsidRDefault="005A27A0">
    <w:pPr>
      <w:pStyle w:val="Intestazione"/>
    </w:pPr>
  </w:p>
  <w:p w:rsidR="005A27A0" w:rsidRDefault="005A27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WdjXLZWidS44xTrPQuyVs2xllbgI+EY9G6kNogwFDIjUnisqgGUTBx0rkplzPSl2x+dFa1s4+tRowGi7eBG0EA==" w:salt="FEzfjZT6lq1gxVuRVik8rw==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5D"/>
    <w:rsid w:val="00001908"/>
    <w:rsid w:val="000132BC"/>
    <w:rsid w:val="000264DF"/>
    <w:rsid w:val="000427C7"/>
    <w:rsid w:val="00060501"/>
    <w:rsid w:val="00086D46"/>
    <w:rsid w:val="00091985"/>
    <w:rsid w:val="0009471E"/>
    <w:rsid w:val="000B7188"/>
    <w:rsid w:val="000E338C"/>
    <w:rsid w:val="00101C61"/>
    <w:rsid w:val="00133C23"/>
    <w:rsid w:val="001409DD"/>
    <w:rsid w:val="00153206"/>
    <w:rsid w:val="001711A4"/>
    <w:rsid w:val="001773EF"/>
    <w:rsid w:val="001B5AF2"/>
    <w:rsid w:val="001C3D60"/>
    <w:rsid w:val="001C608E"/>
    <w:rsid w:val="00200568"/>
    <w:rsid w:val="00202EDE"/>
    <w:rsid w:val="002136BF"/>
    <w:rsid w:val="00242E59"/>
    <w:rsid w:val="002445FB"/>
    <w:rsid w:val="002A2D82"/>
    <w:rsid w:val="002B64C1"/>
    <w:rsid w:val="002C0796"/>
    <w:rsid w:val="002C3730"/>
    <w:rsid w:val="002F1C6B"/>
    <w:rsid w:val="00311166"/>
    <w:rsid w:val="0032329F"/>
    <w:rsid w:val="00331C15"/>
    <w:rsid w:val="00340609"/>
    <w:rsid w:val="00363805"/>
    <w:rsid w:val="00366265"/>
    <w:rsid w:val="00386B73"/>
    <w:rsid w:val="00392A13"/>
    <w:rsid w:val="00394D3F"/>
    <w:rsid w:val="003A4A3F"/>
    <w:rsid w:val="003C71A3"/>
    <w:rsid w:val="003D6AB9"/>
    <w:rsid w:val="003F48F6"/>
    <w:rsid w:val="00400354"/>
    <w:rsid w:val="00405344"/>
    <w:rsid w:val="00412FC8"/>
    <w:rsid w:val="0041746B"/>
    <w:rsid w:val="00421B98"/>
    <w:rsid w:val="00483BFA"/>
    <w:rsid w:val="004910CC"/>
    <w:rsid w:val="00491A24"/>
    <w:rsid w:val="004C68CC"/>
    <w:rsid w:val="004D36F4"/>
    <w:rsid w:val="004E4422"/>
    <w:rsid w:val="005115BF"/>
    <w:rsid w:val="00511734"/>
    <w:rsid w:val="005246FE"/>
    <w:rsid w:val="005344DB"/>
    <w:rsid w:val="00552A68"/>
    <w:rsid w:val="005734CA"/>
    <w:rsid w:val="005A27A0"/>
    <w:rsid w:val="005A33B5"/>
    <w:rsid w:val="005C54E0"/>
    <w:rsid w:val="005D1A1C"/>
    <w:rsid w:val="005E3DB2"/>
    <w:rsid w:val="005E4CE1"/>
    <w:rsid w:val="005F27B5"/>
    <w:rsid w:val="006108CA"/>
    <w:rsid w:val="00616D87"/>
    <w:rsid w:val="006262D8"/>
    <w:rsid w:val="00631FE3"/>
    <w:rsid w:val="00642874"/>
    <w:rsid w:val="00643287"/>
    <w:rsid w:val="00643688"/>
    <w:rsid w:val="00644084"/>
    <w:rsid w:val="006A6DEC"/>
    <w:rsid w:val="006B688E"/>
    <w:rsid w:val="006C0990"/>
    <w:rsid w:val="006F135D"/>
    <w:rsid w:val="006F20D1"/>
    <w:rsid w:val="006F2CB2"/>
    <w:rsid w:val="006F30F8"/>
    <w:rsid w:val="006F336C"/>
    <w:rsid w:val="007035DF"/>
    <w:rsid w:val="0071226A"/>
    <w:rsid w:val="00717C7D"/>
    <w:rsid w:val="00732468"/>
    <w:rsid w:val="007352D3"/>
    <w:rsid w:val="0073711B"/>
    <w:rsid w:val="007527D0"/>
    <w:rsid w:val="00781B15"/>
    <w:rsid w:val="0079117C"/>
    <w:rsid w:val="007B1B1B"/>
    <w:rsid w:val="007C5541"/>
    <w:rsid w:val="007C7D77"/>
    <w:rsid w:val="007E05C7"/>
    <w:rsid w:val="007E5186"/>
    <w:rsid w:val="00801DBF"/>
    <w:rsid w:val="0080761A"/>
    <w:rsid w:val="00815631"/>
    <w:rsid w:val="0083325D"/>
    <w:rsid w:val="008A0950"/>
    <w:rsid w:val="008A2AE6"/>
    <w:rsid w:val="008A40AB"/>
    <w:rsid w:val="008B6D38"/>
    <w:rsid w:val="008C2E94"/>
    <w:rsid w:val="008C4D53"/>
    <w:rsid w:val="00946088"/>
    <w:rsid w:val="009728D6"/>
    <w:rsid w:val="009A7CE0"/>
    <w:rsid w:val="009D314B"/>
    <w:rsid w:val="00A06DF9"/>
    <w:rsid w:val="00A51355"/>
    <w:rsid w:val="00A968D2"/>
    <w:rsid w:val="00AC7F25"/>
    <w:rsid w:val="00B018DB"/>
    <w:rsid w:val="00B3573A"/>
    <w:rsid w:val="00B41E89"/>
    <w:rsid w:val="00B53ABF"/>
    <w:rsid w:val="00B77238"/>
    <w:rsid w:val="00B818B7"/>
    <w:rsid w:val="00BA1FBC"/>
    <w:rsid w:val="00BF5B19"/>
    <w:rsid w:val="00BF727C"/>
    <w:rsid w:val="00C12760"/>
    <w:rsid w:val="00C27D80"/>
    <w:rsid w:val="00C55A9E"/>
    <w:rsid w:val="00C55DE1"/>
    <w:rsid w:val="00C56AD8"/>
    <w:rsid w:val="00C62F80"/>
    <w:rsid w:val="00C73B8A"/>
    <w:rsid w:val="00CD7083"/>
    <w:rsid w:val="00CF4509"/>
    <w:rsid w:val="00D068FA"/>
    <w:rsid w:val="00D16C66"/>
    <w:rsid w:val="00D21F80"/>
    <w:rsid w:val="00D25D00"/>
    <w:rsid w:val="00D6386F"/>
    <w:rsid w:val="00D7540F"/>
    <w:rsid w:val="00D76D6A"/>
    <w:rsid w:val="00DC31CB"/>
    <w:rsid w:val="00DD4B33"/>
    <w:rsid w:val="00DD5BCE"/>
    <w:rsid w:val="00DE3AEC"/>
    <w:rsid w:val="00DE3DE7"/>
    <w:rsid w:val="00E17593"/>
    <w:rsid w:val="00E52098"/>
    <w:rsid w:val="00E645F2"/>
    <w:rsid w:val="00E91280"/>
    <w:rsid w:val="00EA1187"/>
    <w:rsid w:val="00F04676"/>
    <w:rsid w:val="00F04CA2"/>
    <w:rsid w:val="00F34266"/>
    <w:rsid w:val="00F47D7F"/>
    <w:rsid w:val="00F56B87"/>
    <w:rsid w:val="00F84C97"/>
    <w:rsid w:val="00F85069"/>
    <w:rsid w:val="00FB03F0"/>
    <w:rsid w:val="00FB069B"/>
    <w:rsid w:val="00FB4AF1"/>
    <w:rsid w:val="00FB4E74"/>
    <w:rsid w:val="00FD4166"/>
    <w:rsid w:val="00FD578A"/>
    <w:rsid w:val="00FF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ABE93503-6BA5-4BA7-8FE4-5C94CD87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vanish/>
      <w:color w:val="008000"/>
      <w:sz w:val="1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vanish/>
      <w:color w:val="0000FF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Arial" w:hAnsi="Arial"/>
      <w:b/>
      <w:color w:val="008000"/>
      <w:sz w:val="12"/>
    </w:rPr>
  </w:style>
  <w:style w:type="paragraph" w:styleId="Corpodeltesto2">
    <w:name w:val="Body Text 2"/>
    <w:basedOn w:val="Normale"/>
    <w:rPr>
      <w:rFonts w:ascii="Arial" w:hAnsi="Arial"/>
      <w:b/>
      <w:vanish/>
      <w:color w:val="0000FF"/>
      <w:sz w:val="16"/>
    </w:rPr>
  </w:style>
  <w:style w:type="table" w:styleId="Grigliatabella">
    <w:name w:val="Table Grid"/>
    <w:basedOn w:val="Tabellanormale"/>
    <w:rsid w:val="00491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491A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491A2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8A2AE6"/>
    <w:rPr>
      <w:sz w:val="24"/>
    </w:rPr>
  </w:style>
  <w:style w:type="character" w:styleId="Collegamentoipertestuale">
    <w:name w:val="Hyperlink"/>
    <w:basedOn w:val="Carpredefinitoparagrafo"/>
    <w:rsid w:val="00D76D6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6D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info@novareti.e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esconi.sara.GTS\Impostazioni%20locali\Temp\SET_CartaIntestata_Times_2009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186D2-D8BA-4372-9E78-2E45D9229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SET_CartaIntestata_Times_2009.dot</Template>
  <TotalTime>18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Trentino Servizi S.p.A.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cesconi.sara</dc:creator>
  <cp:keywords/>
  <cp:lastModifiedBy>Reghellin Angelica</cp:lastModifiedBy>
  <cp:revision>12</cp:revision>
  <cp:lastPrinted>2018-05-04T06:35:00Z</cp:lastPrinted>
  <dcterms:created xsi:type="dcterms:W3CDTF">2021-05-28T10:35:00Z</dcterms:created>
  <dcterms:modified xsi:type="dcterms:W3CDTF">2022-01-28T10:48:00Z</dcterms:modified>
</cp:coreProperties>
</file>